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D0CD5" w14:textId="7FCB0C0F" w:rsidR="003625E9" w:rsidRDefault="003625E9" w:rsidP="00BE5E06">
      <w:pPr>
        <w:ind w:firstLine="0"/>
        <w:jc w:val="center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57216" behindDoc="0" locked="0" layoutInCell="1" allowOverlap="1" wp14:anchorId="10934F2A" wp14:editId="4C036F83">
            <wp:simplePos x="0" y="0"/>
            <wp:positionH relativeFrom="column">
              <wp:posOffset>87464</wp:posOffset>
            </wp:positionH>
            <wp:positionV relativeFrom="paragraph">
              <wp:posOffset>-225011</wp:posOffset>
            </wp:positionV>
            <wp:extent cx="6333570" cy="797406"/>
            <wp:effectExtent l="0" t="0" r="0" b="3175"/>
            <wp:wrapNone/>
            <wp:docPr id="100328418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500663" name="Imagem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3570" cy="7974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BC24615" w14:textId="1CBC530E" w:rsidR="003625E9" w:rsidRDefault="003625E9" w:rsidP="00BE5E06">
      <w:pPr>
        <w:ind w:firstLine="0"/>
        <w:jc w:val="center"/>
        <w:rPr>
          <w:b/>
        </w:rPr>
      </w:pPr>
    </w:p>
    <w:p w14:paraId="0C2E51E0" w14:textId="413A3A2C" w:rsidR="00561618" w:rsidRDefault="00561618" w:rsidP="00BE5E06">
      <w:pPr>
        <w:ind w:firstLine="0"/>
        <w:jc w:val="center"/>
        <w:rPr>
          <w:b/>
        </w:rPr>
      </w:pPr>
    </w:p>
    <w:p w14:paraId="1CA67EA3" w14:textId="77777777" w:rsidR="004A64F1" w:rsidRDefault="004A64F1" w:rsidP="00BE5E06">
      <w:pPr>
        <w:ind w:firstLine="0"/>
        <w:jc w:val="center"/>
        <w:rPr>
          <w:b/>
        </w:rPr>
      </w:pPr>
    </w:p>
    <w:p w14:paraId="3AD9C92F" w14:textId="77777777" w:rsidR="003625E9" w:rsidRDefault="003625E9" w:rsidP="00BE5E06">
      <w:pPr>
        <w:ind w:firstLine="0"/>
        <w:jc w:val="center"/>
        <w:rPr>
          <w:b/>
          <w:sz w:val="28"/>
          <w:szCs w:val="28"/>
        </w:rPr>
      </w:pPr>
    </w:p>
    <w:p w14:paraId="1B075737" w14:textId="3960A725" w:rsidR="00286BC0" w:rsidRDefault="00BE5E06" w:rsidP="00BE5E06">
      <w:pPr>
        <w:ind w:firstLine="0"/>
        <w:jc w:val="center"/>
        <w:rPr>
          <w:b/>
          <w:sz w:val="28"/>
          <w:szCs w:val="28"/>
        </w:rPr>
      </w:pPr>
      <w:r w:rsidRPr="00561618">
        <w:rPr>
          <w:b/>
          <w:sz w:val="28"/>
          <w:szCs w:val="28"/>
        </w:rPr>
        <w:t>Informações sobre</w:t>
      </w:r>
      <w:r w:rsidR="008F1198">
        <w:rPr>
          <w:b/>
          <w:sz w:val="28"/>
          <w:szCs w:val="28"/>
        </w:rPr>
        <w:t xml:space="preserve"> o processo de</w:t>
      </w:r>
      <w:r w:rsidRPr="00561618">
        <w:rPr>
          <w:b/>
          <w:sz w:val="28"/>
          <w:szCs w:val="28"/>
        </w:rPr>
        <w:t xml:space="preserve"> </w:t>
      </w:r>
      <w:r w:rsidR="008F1198">
        <w:rPr>
          <w:b/>
          <w:sz w:val="28"/>
          <w:szCs w:val="28"/>
        </w:rPr>
        <w:t>Consulta e Reapreciação de Exames</w:t>
      </w:r>
      <w:r w:rsidR="00286BC0">
        <w:rPr>
          <w:b/>
          <w:sz w:val="28"/>
          <w:szCs w:val="28"/>
        </w:rPr>
        <w:t xml:space="preserve"> - Secundário</w:t>
      </w:r>
    </w:p>
    <w:p w14:paraId="6807AE67" w14:textId="0D3A9233" w:rsidR="00BE5E06" w:rsidRDefault="00BE5E06" w:rsidP="00BE5E06">
      <w:pPr>
        <w:ind w:firstLine="0"/>
        <w:jc w:val="center"/>
        <w:rPr>
          <w:b/>
          <w:sz w:val="28"/>
          <w:szCs w:val="28"/>
        </w:rPr>
      </w:pPr>
    </w:p>
    <w:p w14:paraId="01E34F0E" w14:textId="085C802A" w:rsidR="008F1198" w:rsidRDefault="008F1198" w:rsidP="00BE5E06">
      <w:pPr>
        <w:ind w:firstLine="0"/>
        <w:jc w:val="center"/>
        <w:rPr>
          <w:b/>
          <w:sz w:val="28"/>
          <w:szCs w:val="28"/>
        </w:rPr>
      </w:pPr>
    </w:p>
    <w:p w14:paraId="5FAD87F3" w14:textId="6D540A7F" w:rsidR="008F1198" w:rsidRDefault="008F1198" w:rsidP="00BA65FF">
      <w:pPr>
        <w:spacing w:line="360" w:lineRule="auto"/>
        <w:ind w:firstLine="0"/>
        <w:rPr>
          <w:sz w:val="24"/>
          <w:szCs w:val="24"/>
        </w:rPr>
      </w:pPr>
      <w:r w:rsidRPr="00286BC0">
        <w:rPr>
          <w:sz w:val="24"/>
          <w:szCs w:val="24"/>
          <w:u w:val="single"/>
        </w:rPr>
        <w:t>O requerimento para a consulta da prova</w:t>
      </w:r>
      <w:r>
        <w:rPr>
          <w:sz w:val="24"/>
          <w:szCs w:val="24"/>
        </w:rPr>
        <w:t xml:space="preserve"> </w:t>
      </w:r>
      <w:r w:rsidRPr="008F1198">
        <w:rPr>
          <w:b/>
          <w:sz w:val="24"/>
          <w:szCs w:val="24"/>
        </w:rPr>
        <w:t>(Modelo 09/JNE)</w:t>
      </w:r>
      <w:r>
        <w:rPr>
          <w:sz w:val="24"/>
          <w:szCs w:val="24"/>
        </w:rPr>
        <w:t xml:space="preserve">, disponibilizado na página eletrónica da escola, deve ser descarregado, preenchido e enviado, para o correio eletrónico da escola </w:t>
      </w:r>
      <w:r>
        <w:rPr>
          <w:b/>
          <w:sz w:val="24"/>
          <w:szCs w:val="24"/>
        </w:rPr>
        <w:t>(ebs.lajespico@</w:t>
      </w:r>
      <w:r w:rsidR="00286BC0">
        <w:rPr>
          <w:b/>
          <w:sz w:val="24"/>
          <w:szCs w:val="24"/>
        </w:rPr>
        <w:t>edu.azores.gov.pt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>, pelo encarregado de educação ou pelo próprio aluno, quando maior, e deve ser dirigido ao diretor da escola.</w:t>
      </w:r>
      <w:r w:rsidR="001B6CC4">
        <w:rPr>
          <w:sz w:val="24"/>
          <w:szCs w:val="24"/>
        </w:rPr>
        <w:t xml:space="preserve"> (Mediante o pagamento da quantia de 5 euros por prova)</w:t>
      </w:r>
    </w:p>
    <w:p w14:paraId="2295F6A4" w14:textId="77777777" w:rsidR="00286BC0" w:rsidRPr="008F1198" w:rsidRDefault="00286BC0" w:rsidP="00BA65FF">
      <w:pPr>
        <w:spacing w:line="360" w:lineRule="auto"/>
        <w:ind w:firstLine="0"/>
        <w:rPr>
          <w:sz w:val="24"/>
          <w:szCs w:val="24"/>
        </w:rPr>
      </w:pPr>
    </w:p>
    <w:p w14:paraId="1ACAACDF" w14:textId="6C56A726" w:rsidR="001B6CC4" w:rsidRDefault="00286BC0" w:rsidP="001B6CC4">
      <w:pPr>
        <w:spacing w:line="360" w:lineRule="auto"/>
        <w:ind w:firstLine="0"/>
        <w:rPr>
          <w:sz w:val="24"/>
          <w:szCs w:val="24"/>
        </w:rPr>
      </w:pPr>
      <w:r w:rsidRPr="00286BC0">
        <w:rPr>
          <w:sz w:val="24"/>
          <w:szCs w:val="24"/>
          <w:u w:val="single"/>
        </w:rPr>
        <w:t xml:space="preserve">O requerimento para a </w:t>
      </w:r>
      <w:r>
        <w:rPr>
          <w:sz w:val="24"/>
          <w:szCs w:val="24"/>
          <w:u w:val="single"/>
        </w:rPr>
        <w:t>reapreciação</w:t>
      </w:r>
      <w:r w:rsidRPr="00286BC0">
        <w:rPr>
          <w:sz w:val="24"/>
          <w:szCs w:val="24"/>
          <w:u w:val="single"/>
        </w:rPr>
        <w:t xml:space="preserve"> da prova</w:t>
      </w:r>
      <w:r>
        <w:rPr>
          <w:sz w:val="24"/>
          <w:szCs w:val="24"/>
        </w:rPr>
        <w:t xml:space="preserve"> </w:t>
      </w:r>
      <w:r w:rsidRPr="008F1198">
        <w:rPr>
          <w:b/>
          <w:sz w:val="24"/>
          <w:szCs w:val="24"/>
        </w:rPr>
        <w:t xml:space="preserve">(Modelo </w:t>
      </w:r>
      <w:r>
        <w:rPr>
          <w:b/>
          <w:sz w:val="24"/>
          <w:szCs w:val="24"/>
        </w:rPr>
        <w:t>12</w:t>
      </w:r>
      <w:r w:rsidRPr="008F1198">
        <w:rPr>
          <w:b/>
          <w:sz w:val="24"/>
          <w:szCs w:val="24"/>
        </w:rPr>
        <w:t>/JNE)</w:t>
      </w:r>
      <w:r>
        <w:rPr>
          <w:sz w:val="24"/>
          <w:szCs w:val="24"/>
        </w:rPr>
        <w:t xml:space="preserve">, disponibilizado na página eletrónica da escola, deve ser descarregado, preenchido e enviado, para o correio eletrónico da escola </w:t>
      </w:r>
      <w:r>
        <w:rPr>
          <w:b/>
          <w:sz w:val="24"/>
          <w:szCs w:val="24"/>
        </w:rPr>
        <w:t>(ebs.lajespico@edu.azores.gov.pt)</w:t>
      </w:r>
      <w:r>
        <w:rPr>
          <w:sz w:val="24"/>
          <w:szCs w:val="24"/>
        </w:rPr>
        <w:t xml:space="preserve">, pelo encarregado de educação ou pelo próprio aluno, quando maior, e deve ser dirigido ao diretor da escola. O pedido de reapreciação é acompanhado da alegação justificativa, a apresentar no </w:t>
      </w:r>
      <w:r>
        <w:rPr>
          <w:b/>
          <w:sz w:val="24"/>
          <w:szCs w:val="24"/>
        </w:rPr>
        <w:t>Modelo 12-A/JNE</w:t>
      </w:r>
      <w:r>
        <w:rPr>
          <w:sz w:val="24"/>
          <w:szCs w:val="24"/>
        </w:rPr>
        <w:t>.</w:t>
      </w:r>
      <w:r w:rsidR="001B6CC4">
        <w:rPr>
          <w:sz w:val="24"/>
          <w:szCs w:val="24"/>
        </w:rPr>
        <w:t xml:space="preserve"> (Mediante o pagamento da quantia de 25 euros por prova)</w:t>
      </w:r>
    </w:p>
    <w:p w14:paraId="7032CE16" w14:textId="0D8AA438" w:rsidR="00286BC0" w:rsidRDefault="00286BC0" w:rsidP="00BA65FF">
      <w:pPr>
        <w:spacing w:line="360" w:lineRule="auto"/>
        <w:ind w:firstLine="0"/>
        <w:rPr>
          <w:sz w:val="24"/>
          <w:szCs w:val="24"/>
        </w:rPr>
      </w:pPr>
    </w:p>
    <w:p w14:paraId="41A1DEFD" w14:textId="79F46AB8" w:rsidR="009632F5" w:rsidRDefault="009632F5" w:rsidP="00286BC0">
      <w:pPr>
        <w:ind w:firstLine="0"/>
        <w:rPr>
          <w:sz w:val="24"/>
          <w:szCs w:val="24"/>
        </w:rPr>
      </w:pPr>
    </w:p>
    <w:p w14:paraId="30AF1ABE" w14:textId="77777777" w:rsidR="009632F5" w:rsidRPr="00286BC0" w:rsidRDefault="009632F5" w:rsidP="00286BC0">
      <w:pPr>
        <w:ind w:firstLine="0"/>
        <w:rPr>
          <w:sz w:val="24"/>
          <w:szCs w:val="24"/>
        </w:rPr>
      </w:pPr>
    </w:p>
    <w:p w14:paraId="5F9D479C" w14:textId="3EF5DB63" w:rsidR="0089120C" w:rsidRDefault="0089120C" w:rsidP="00286BC0">
      <w:pPr>
        <w:pStyle w:val="PargrafodaLista"/>
        <w:ind w:left="0" w:firstLine="426"/>
        <w:jc w:val="left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698"/>
        <w:gridCol w:w="4411"/>
      </w:tblGrid>
      <w:tr w:rsidR="009632F5" w14:paraId="7EF43457" w14:textId="77777777" w:rsidTr="00C7327B">
        <w:trPr>
          <w:jc w:val="center"/>
        </w:trPr>
        <w:tc>
          <w:tcPr>
            <w:tcW w:w="4698" w:type="dxa"/>
            <w:shd w:val="clear" w:color="auto" w:fill="BDD6EE" w:themeFill="accent1" w:themeFillTint="66"/>
          </w:tcPr>
          <w:p w14:paraId="222B29A2" w14:textId="77777777" w:rsidR="009632F5" w:rsidRDefault="009632F5" w:rsidP="009632F5">
            <w:pPr>
              <w:pStyle w:val="PargrafodaLista"/>
              <w:spacing w:line="360" w:lineRule="auto"/>
              <w:ind w:left="0" w:firstLine="0"/>
              <w:jc w:val="left"/>
              <w:rPr>
                <w:b/>
                <w:sz w:val="24"/>
              </w:rPr>
            </w:pPr>
            <w:r w:rsidRPr="009632F5">
              <w:rPr>
                <w:b/>
                <w:sz w:val="24"/>
              </w:rPr>
              <w:t>Requerimento para consulta de prova</w:t>
            </w:r>
          </w:p>
          <w:p w14:paraId="27A50638" w14:textId="35345A14" w:rsidR="00BA65FF" w:rsidRPr="009632F5" w:rsidRDefault="00C7327B" w:rsidP="00C7327B">
            <w:pPr>
              <w:pStyle w:val="PargrafodaLista"/>
              <w:tabs>
                <w:tab w:val="left" w:pos="1425"/>
                <w:tab w:val="center" w:pos="2301"/>
              </w:tabs>
              <w:spacing w:line="360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ab/>
              <w:t>(</w:t>
            </w:r>
            <w:r>
              <w:rPr>
                <w:b/>
                <w:sz w:val="24"/>
                <w:szCs w:val="24"/>
              </w:rPr>
              <w:tab/>
            </w:r>
            <w:r w:rsidR="00BA65FF" w:rsidRPr="008F1198">
              <w:rPr>
                <w:b/>
                <w:sz w:val="24"/>
                <w:szCs w:val="24"/>
              </w:rPr>
              <w:t>Modelo 09/JNE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411" w:type="dxa"/>
            <w:shd w:val="clear" w:color="auto" w:fill="BDD6EE" w:themeFill="accent1" w:themeFillTint="66"/>
          </w:tcPr>
          <w:p w14:paraId="562A971B" w14:textId="77777777" w:rsidR="009632F5" w:rsidRDefault="009632F5" w:rsidP="00C7327B">
            <w:pPr>
              <w:pStyle w:val="PargrafodaLista"/>
              <w:spacing w:line="360" w:lineRule="auto"/>
              <w:ind w:left="0" w:firstLine="0"/>
              <w:jc w:val="center"/>
              <w:rPr>
                <w:b/>
                <w:sz w:val="24"/>
              </w:rPr>
            </w:pPr>
            <w:r w:rsidRPr="009632F5">
              <w:rPr>
                <w:b/>
                <w:sz w:val="24"/>
              </w:rPr>
              <w:t>Requerimento para reapre</w:t>
            </w:r>
            <w:bookmarkStart w:id="0" w:name="_GoBack"/>
            <w:bookmarkEnd w:id="0"/>
            <w:r w:rsidRPr="009632F5">
              <w:rPr>
                <w:b/>
                <w:sz w:val="24"/>
              </w:rPr>
              <w:t>ciação</w:t>
            </w:r>
          </w:p>
          <w:p w14:paraId="058CA074" w14:textId="58EC46A4" w:rsidR="00BA65FF" w:rsidRPr="009632F5" w:rsidRDefault="00C7327B" w:rsidP="009632F5">
            <w:pPr>
              <w:pStyle w:val="PargrafodaLista"/>
              <w:spacing w:line="360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BA65FF" w:rsidRPr="008F1198">
              <w:rPr>
                <w:b/>
                <w:sz w:val="24"/>
                <w:szCs w:val="24"/>
              </w:rPr>
              <w:t xml:space="preserve">Modelo </w:t>
            </w:r>
            <w:r w:rsidR="00BA65FF">
              <w:rPr>
                <w:b/>
                <w:sz w:val="24"/>
                <w:szCs w:val="24"/>
              </w:rPr>
              <w:t>12</w:t>
            </w:r>
            <w:r w:rsidR="00BA65FF" w:rsidRPr="008F1198">
              <w:rPr>
                <w:b/>
                <w:sz w:val="24"/>
                <w:szCs w:val="24"/>
              </w:rPr>
              <w:t>/JNE</w:t>
            </w:r>
            <w:r w:rsidR="00BA65FF">
              <w:rPr>
                <w:b/>
                <w:sz w:val="24"/>
                <w:szCs w:val="24"/>
              </w:rPr>
              <w:t xml:space="preserve"> + Modelo 12-A/JNE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9632F5" w14:paraId="410CD7B5" w14:textId="77777777" w:rsidTr="00C7327B">
        <w:trPr>
          <w:jc w:val="center"/>
        </w:trPr>
        <w:tc>
          <w:tcPr>
            <w:tcW w:w="4698" w:type="dxa"/>
          </w:tcPr>
          <w:p w14:paraId="1516520C" w14:textId="036ADC31" w:rsidR="009632F5" w:rsidRPr="009632F5" w:rsidRDefault="009632F5" w:rsidP="009632F5">
            <w:pPr>
              <w:pStyle w:val="PargrafodaLista"/>
              <w:tabs>
                <w:tab w:val="center" w:pos="1185"/>
              </w:tabs>
              <w:spacing w:line="360" w:lineRule="auto"/>
              <w:ind w:left="0" w:firstLine="0"/>
              <w:jc w:val="center"/>
              <w:rPr>
                <w:sz w:val="24"/>
              </w:rPr>
            </w:pPr>
            <w:r w:rsidRPr="009632F5">
              <w:rPr>
                <w:sz w:val="24"/>
              </w:rPr>
              <w:t>15 julho</w:t>
            </w:r>
          </w:p>
        </w:tc>
        <w:tc>
          <w:tcPr>
            <w:tcW w:w="4411" w:type="dxa"/>
          </w:tcPr>
          <w:p w14:paraId="4C24F661" w14:textId="543720B6" w:rsidR="009632F5" w:rsidRPr="009632F5" w:rsidRDefault="009632F5" w:rsidP="009632F5">
            <w:pPr>
              <w:pStyle w:val="PargrafodaLista"/>
              <w:spacing w:line="360" w:lineRule="auto"/>
              <w:ind w:left="0" w:firstLine="0"/>
              <w:jc w:val="center"/>
              <w:rPr>
                <w:sz w:val="24"/>
              </w:rPr>
            </w:pPr>
            <w:r w:rsidRPr="009632F5">
              <w:rPr>
                <w:sz w:val="24"/>
              </w:rPr>
              <w:t>16 e 17 de julho</w:t>
            </w:r>
          </w:p>
        </w:tc>
      </w:tr>
      <w:tr w:rsidR="009632F5" w14:paraId="2C305244" w14:textId="77777777" w:rsidTr="00C7327B">
        <w:trPr>
          <w:jc w:val="center"/>
        </w:trPr>
        <w:tc>
          <w:tcPr>
            <w:tcW w:w="4698" w:type="dxa"/>
          </w:tcPr>
          <w:p w14:paraId="5C60D48E" w14:textId="5A502B57" w:rsidR="009632F5" w:rsidRPr="009632F5" w:rsidRDefault="009632F5" w:rsidP="009632F5">
            <w:pPr>
              <w:pStyle w:val="PargrafodaLista"/>
              <w:spacing w:line="360" w:lineRule="auto"/>
              <w:ind w:left="0" w:firstLine="0"/>
              <w:jc w:val="center"/>
              <w:rPr>
                <w:sz w:val="24"/>
              </w:rPr>
            </w:pPr>
            <w:r w:rsidRPr="009632F5">
              <w:rPr>
                <w:sz w:val="24"/>
              </w:rPr>
              <w:t>16 julho</w:t>
            </w:r>
          </w:p>
        </w:tc>
        <w:tc>
          <w:tcPr>
            <w:tcW w:w="4411" w:type="dxa"/>
          </w:tcPr>
          <w:p w14:paraId="3BAB0D77" w14:textId="2CB9D2D5" w:rsidR="009632F5" w:rsidRPr="009632F5" w:rsidRDefault="009632F5" w:rsidP="009632F5">
            <w:pPr>
              <w:pStyle w:val="PargrafodaLista"/>
              <w:spacing w:line="360" w:lineRule="auto"/>
              <w:ind w:left="0" w:firstLine="0"/>
              <w:jc w:val="center"/>
              <w:rPr>
                <w:sz w:val="24"/>
              </w:rPr>
            </w:pPr>
            <w:r w:rsidRPr="009632F5">
              <w:rPr>
                <w:sz w:val="24"/>
              </w:rPr>
              <w:t>17 e 18 de julho</w:t>
            </w:r>
          </w:p>
        </w:tc>
      </w:tr>
    </w:tbl>
    <w:p w14:paraId="78EE3AC1" w14:textId="549777E5" w:rsidR="00286BC0" w:rsidRDefault="00286BC0" w:rsidP="00286BC0">
      <w:pPr>
        <w:pStyle w:val="PargrafodaLista"/>
        <w:ind w:left="0" w:firstLine="426"/>
        <w:jc w:val="left"/>
      </w:pPr>
    </w:p>
    <w:p w14:paraId="51DF650E" w14:textId="0234B443" w:rsidR="00836022" w:rsidRDefault="00836022" w:rsidP="00286BC0">
      <w:pPr>
        <w:pStyle w:val="PargrafodaLista"/>
        <w:ind w:left="0" w:firstLine="426"/>
        <w:jc w:val="left"/>
      </w:pPr>
    </w:p>
    <w:p w14:paraId="3AF43094" w14:textId="44F8671F" w:rsidR="00836022" w:rsidRDefault="00836022" w:rsidP="00286BC0">
      <w:pPr>
        <w:pStyle w:val="PargrafodaLista"/>
        <w:ind w:left="0" w:firstLine="426"/>
        <w:jc w:val="left"/>
      </w:pPr>
    </w:p>
    <w:p w14:paraId="0898FA70" w14:textId="6FCC5CEC" w:rsidR="00836022" w:rsidRDefault="00836022" w:rsidP="00286BC0">
      <w:pPr>
        <w:pStyle w:val="PargrafodaLista"/>
        <w:ind w:left="0" w:firstLine="426"/>
        <w:jc w:val="left"/>
      </w:pPr>
    </w:p>
    <w:p w14:paraId="0E15B975" w14:textId="2E88C3AA" w:rsidR="00836022" w:rsidRPr="00764106" w:rsidRDefault="00836022" w:rsidP="00286BC0">
      <w:pPr>
        <w:pStyle w:val="PargrafodaLista"/>
        <w:ind w:left="0" w:firstLine="426"/>
        <w:jc w:val="left"/>
        <w:rPr>
          <w:b/>
          <w:color w:val="FF0000"/>
          <w:sz w:val="24"/>
        </w:rPr>
      </w:pPr>
      <w:r w:rsidRPr="00836022">
        <w:rPr>
          <w:b/>
          <w:sz w:val="24"/>
        </w:rPr>
        <w:t>Horário do secretariado de exames:</w:t>
      </w:r>
      <w:r w:rsidRPr="00836022">
        <w:rPr>
          <w:sz w:val="24"/>
        </w:rPr>
        <w:t xml:space="preserve"> </w:t>
      </w:r>
      <w:r w:rsidRPr="00764106">
        <w:rPr>
          <w:b/>
          <w:color w:val="FF0000"/>
          <w:sz w:val="24"/>
        </w:rPr>
        <w:t>9:00 às 12:00</w:t>
      </w:r>
    </w:p>
    <w:p w14:paraId="34B8A33B" w14:textId="1F18BE40" w:rsidR="00836022" w:rsidRPr="00764106" w:rsidRDefault="00836022" w:rsidP="00286BC0">
      <w:pPr>
        <w:pStyle w:val="PargrafodaLista"/>
        <w:ind w:left="0" w:firstLine="426"/>
        <w:jc w:val="left"/>
        <w:rPr>
          <w:b/>
          <w:color w:val="FF0000"/>
        </w:rPr>
      </w:pPr>
      <w:r w:rsidRPr="00764106">
        <w:rPr>
          <w:b/>
          <w:color w:val="FF0000"/>
          <w:sz w:val="24"/>
        </w:rPr>
        <w:t xml:space="preserve">                                           </w:t>
      </w:r>
      <w:r w:rsidR="00F429BA" w:rsidRPr="00764106">
        <w:rPr>
          <w:b/>
          <w:color w:val="FF0000"/>
          <w:sz w:val="24"/>
        </w:rPr>
        <w:t xml:space="preserve">  </w:t>
      </w:r>
      <w:r w:rsidRPr="00764106">
        <w:rPr>
          <w:b/>
          <w:color w:val="FF0000"/>
          <w:sz w:val="24"/>
        </w:rPr>
        <w:t xml:space="preserve">               13:00 às 16:00</w:t>
      </w:r>
      <w:r w:rsidR="00996187" w:rsidRPr="00764106">
        <w:rPr>
          <w:b/>
          <w:color w:val="FF0000"/>
        </w:rPr>
        <w:t xml:space="preserve"> </w:t>
      </w:r>
    </w:p>
    <w:p w14:paraId="7CE3D338" w14:textId="4B2B028E" w:rsidR="00836022" w:rsidRDefault="00836022" w:rsidP="00286BC0">
      <w:pPr>
        <w:pStyle w:val="PargrafodaLista"/>
        <w:ind w:left="0" w:firstLine="426"/>
        <w:jc w:val="left"/>
      </w:pPr>
    </w:p>
    <w:p w14:paraId="4C0DDB20" w14:textId="4A9C36C9" w:rsidR="00836022" w:rsidRDefault="00836022" w:rsidP="00286BC0">
      <w:pPr>
        <w:pStyle w:val="PargrafodaLista"/>
        <w:ind w:left="0" w:firstLine="426"/>
        <w:jc w:val="left"/>
      </w:pPr>
    </w:p>
    <w:p w14:paraId="65EEA6E4" w14:textId="0F856BEC" w:rsidR="00836022" w:rsidRDefault="00836022" w:rsidP="00286BC0">
      <w:pPr>
        <w:pStyle w:val="PargrafodaLista"/>
        <w:ind w:left="0" w:firstLine="426"/>
        <w:jc w:val="left"/>
      </w:pPr>
    </w:p>
    <w:p w14:paraId="0C89F037" w14:textId="22D1194B" w:rsidR="00836022" w:rsidRDefault="00836022" w:rsidP="00286BC0">
      <w:pPr>
        <w:pStyle w:val="PargrafodaLista"/>
        <w:ind w:left="0" w:firstLine="426"/>
        <w:jc w:val="left"/>
      </w:pPr>
    </w:p>
    <w:p w14:paraId="4AC40546" w14:textId="5D0B1CA7" w:rsidR="00836022" w:rsidRDefault="00836022" w:rsidP="00286BC0">
      <w:pPr>
        <w:pStyle w:val="PargrafodaLista"/>
        <w:ind w:left="0" w:firstLine="426"/>
        <w:jc w:val="left"/>
      </w:pPr>
    </w:p>
    <w:p w14:paraId="0E5724CA" w14:textId="54E19113" w:rsidR="00836022" w:rsidRPr="00836022" w:rsidRDefault="00836022" w:rsidP="00286BC0">
      <w:pPr>
        <w:pStyle w:val="PargrafodaLista"/>
        <w:ind w:left="0" w:firstLine="426"/>
        <w:jc w:val="left"/>
        <w:rPr>
          <w:b/>
          <w:sz w:val="32"/>
        </w:rPr>
      </w:pPr>
      <w:r w:rsidRPr="00836022">
        <w:rPr>
          <w:b/>
          <w:sz w:val="32"/>
        </w:rPr>
        <w:t xml:space="preserve">Inscrições para a 2.ª fase – </w:t>
      </w:r>
      <w:r w:rsidRPr="00764106">
        <w:rPr>
          <w:b/>
          <w:color w:val="FF0000"/>
          <w:sz w:val="32"/>
        </w:rPr>
        <w:t xml:space="preserve">15 e 16 de julho </w:t>
      </w:r>
      <w:r w:rsidR="00764106">
        <w:rPr>
          <w:b/>
          <w:sz w:val="32"/>
        </w:rPr>
        <w:t>–</w:t>
      </w:r>
      <w:r w:rsidRPr="00836022">
        <w:rPr>
          <w:b/>
          <w:sz w:val="32"/>
        </w:rPr>
        <w:t xml:space="preserve"> </w:t>
      </w:r>
      <w:r w:rsidR="00764106">
        <w:rPr>
          <w:b/>
          <w:sz w:val="32"/>
        </w:rPr>
        <w:t xml:space="preserve">Plataforma </w:t>
      </w:r>
      <w:r w:rsidRPr="00836022">
        <w:rPr>
          <w:b/>
          <w:sz w:val="32"/>
        </w:rPr>
        <w:t>PIEPE</w:t>
      </w:r>
    </w:p>
    <w:p w14:paraId="2367AB8E" w14:textId="4C23E3B3" w:rsidR="00836022" w:rsidRDefault="00836022" w:rsidP="00286BC0">
      <w:pPr>
        <w:pStyle w:val="PargrafodaLista"/>
        <w:ind w:left="0" w:firstLine="426"/>
        <w:jc w:val="left"/>
      </w:pPr>
      <w:r>
        <w:t xml:space="preserve">                          </w:t>
      </w:r>
    </w:p>
    <w:p w14:paraId="17E3327B" w14:textId="0214541B" w:rsidR="009632F5" w:rsidRDefault="009632F5" w:rsidP="00286BC0">
      <w:pPr>
        <w:pStyle w:val="PargrafodaLista"/>
        <w:ind w:left="0" w:firstLine="426"/>
        <w:jc w:val="left"/>
      </w:pPr>
    </w:p>
    <w:p w14:paraId="60EB44DB" w14:textId="3CBD767A" w:rsidR="009632F5" w:rsidRDefault="009632F5" w:rsidP="00286BC0">
      <w:pPr>
        <w:pStyle w:val="PargrafodaLista"/>
        <w:ind w:left="0" w:firstLine="426"/>
        <w:jc w:val="left"/>
      </w:pPr>
    </w:p>
    <w:p w14:paraId="4B770CE6" w14:textId="3136A095" w:rsidR="009632F5" w:rsidRDefault="009632F5" w:rsidP="00286BC0">
      <w:pPr>
        <w:pStyle w:val="PargrafodaLista"/>
        <w:ind w:left="0" w:firstLine="426"/>
        <w:jc w:val="left"/>
      </w:pPr>
    </w:p>
    <w:p w14:paraId="17BB437B" w14:textId="061886E0" w:rsidR="009632F5" w:rsidRDefault="009632F5" w:rsidP="00286BC0">
      <w:pPr>
        <w:pStyle w:val="PargrafodaLista"/>
        <w:ind w:left="0" w:firstLine="426"/>
        <w:jc w:val="left"/>
      </w:pPr>
    </w:p>
    <w:p w14:paraId="317DC66B" w14:textId="77777777" w:rsidR="00996187" w:rsidRDefault="00996187" w:rsidP="001B6CC4">
      <w:pPr>
        <w:ind w:firstLine="0"/>
        <w:jc w:val="left"/>
      </w:pPr>
    </w:p>
    <w:p w14:paraId="51FA0FF8" w14:textId="35CAE62E" w:rsidR="009632F5" w:rsidRPr="00996187" w:rsidRDefault="009632F5" w:rsidP="000C68C8">
      <w:pPr>
        <w:spacing w:line="276" w:lineRule="auto"/>
        <w:ind w:firstLine="0"/>
        <w:rPr>
          <w:b/>
          <w:sz w:val="32"/>
        </w:rPr>
      </w:pPr>
    </w:p>
    <w:sectPr w:rsidR="009632F5" w:rsidRPr="00996187" w:rsidSect="003C40C7">
      <w:pgSz w:w="11906" w:h="16838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1B21"/>
    <w:multiLevelType w:val="hybridMultilevel"/>
    <w:tmpl w:val="C95EBAF8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C87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B6D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EAC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1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4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367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5E2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2E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365044"/>
    <w:multiLevelType w:val="hybridMultilevel"/>
    <w:tmpl w:val="02FA818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A40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05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1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20F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CF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6ED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AF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87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A74863"/>
    <w:multiLevelType w:val="hybridMultilevel"/>
    <w:tmpl w:val="7630AE6E"/>
    <w:lvl w:ilvl="0" w:tplc="55007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6E4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AA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F08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AD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02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962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2D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42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501602"/>
    <w:multiLevelType w:val="hybridMultilevel"/>
    <w:tmpl w:val="F9FAA85A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8C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761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C88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E45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923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A0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E4E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997ADF"/>
    <w:multiLevelType w:val="hybridMultilevel"/>
    <w:tmpl w:val="25AEF4F6"/>
    <w:lvl w:ilvl="0" w:tplc="46BC1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A40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05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1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20F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CF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6ED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AF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87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853334"/>
    <w:multiLevelType w:val="hybridMultilevel"/>
    <w:tmpl w:val="00308FF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E4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AA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F08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AD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02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962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2D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42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21E14B9"/>
    <w:multiLevelType w:val="multilevel"/>
    <w:tmpl w:val="07964A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237151C4"/>
    <w:multiLevelType w:val="hybridMultilevel"/>
    <w:tmpl w:val="1E5ABCE6"/>
    <w:lvl w:ilvl="0" w:tplc="6D000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725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E0B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80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E6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8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EAA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C0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A81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D972EAD"/>
    <w:multiLevelType w:val="hybridMultilevel"/>
    <w:tmpl w:val="D2743E64"/>
    <w:lvl w:ilvl="0" w:tplc="F5C8B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6AB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309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69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0F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4D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41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66B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098769B"/>
    <w:multiLevelType w:val="hybridMultilevel"/>
    <w:tmpl w:val="D128A8A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1A7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B23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5E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96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4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82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00F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68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E2777C"/>
    <w:multiLevelType w:val="hybridMultilevel"/>
    <w:tmpl w:val="233072AA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4A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6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2EF7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AA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66E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6D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28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4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9C05BC5"/>
    <w:multiLevelType w:val="hybridMultilevel"/>
    <w:tmpl w:val="E0722A9C"/>
    <w:lvl w:ilvl="0" w:tplc="ED461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4A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6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2EF7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AA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66E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6D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28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4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8C6592"/>
    <w:multiLevelType w:val="hybridMultilevel"/>
    <w:tmpl w:val="CA64EF92"/>
    <w:lvl w:ilvl="0" w:tplc="477EF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9E1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EC5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10C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C3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67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40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C7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CC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51517"/>
    <w:multiLevelType w:val="hybridMultilevel"/>
    <w:tmpl w:val="8098E34A"/>
    <w:lvl w:ilvl="0" w:tplc="24AE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C87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B6D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EAC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1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4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367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5E2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2E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E186A54"/>
    <w:multiLevelType w:val="hybridMultilevel"/>
    <w:tmpl w:val="D5F21CB2"/>
    <w:lvl w:ilvl="0" w:tplc="72A217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2652B"/>
    <w:multiLevelType w:val="hybridMultilevel"/>
    <w:tmpl w:val="FF4CC47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25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E0B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80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E6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8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EAA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C0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A81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F3D3517"/>
    <w:multiLevelType w:val="hybridMultilevel"/>
    <w:tmpl w:val="DBD29FDA"/>
    <w:lvl w:ilvl="0" w:tplc="03DC6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1A7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B23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5E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96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4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82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00F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68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A7108B7"/>
    <w:multiLevelType w:val="hybridMultilevel"/>
    <w:tmpl w:val="DC648C70"/>
    <w:lvl w:ilvl="0" w:tplc="D6C25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BB517CC"/>
    <w:multiLevelType w:val="hybridMultilevel"/>
    <w:tmpl w:val="2EA867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6AB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309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69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0F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4D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41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66B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DFC7575"/>
    <w:multiLevelType w:val="hybridMultilevel"/>
    <w:tmpl w:val="9966609C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9E1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EC5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10C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C3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67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40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C7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CC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E1779C0"/>
    <w:multiLevelType w:val="hybridMultilevel"/>
    <w:tmpl w:val="40E284E8"/>
    <w:lvl w:ilvl="0" w:tplc="5D8AF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381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8C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761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C88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E45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923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A0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E4E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20"/>
  </w:num>
  <w:num w:numId="7">
    <w:abstractNumId w:val="12"/>
  </w:num>
  <w:num w:numId="8">
    <w:abstractNumId w:val="7"/>
  </w:num>
  <w:num w:numId="9">
    <w:abstractNumId w:val="13"/>
  </w:num>
  <w:num w:numId="10">
    <w:abstractNumId w:val="16"/>
  </w:num>
  <w:num w:numId="11">
    <w:abstractNumId w:val="1"/>
  </w:num>
  <w:num w:numId="12">
    <w:abstractNumId w:val="18"/>
  </w:num>
  <w:num w:numId="13">
    <w:abstractNumId w:val="10"/>
  </w:num>
  <w:num w:numId="14">
    <w:abstractNumId w:val="5"/>
  </w:num>
  <w:num w:numId="15">
    <w:abstractNumId w:val="3"/>
  </w:num>
  <w:num w:numId="16">
    <w:abstractNumId w:val="19"/>
  </w:num>
  <w:num w:numId="17">
    <w:abstractNumId w:val="15"/>
  </w:num>
  <w:num w:numId="18">
    <w:abstractNumId w:val="0"/>
  </w:num>
  <w:num w:numId="19">
    <w:abstractNumId w:val="9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F51"/>
    <w:rsid w:val="0002616E"/>
    <w:rsid w:val="00036BC9"/>
    <w:rsid w:val="00076D62"/>
    <w:rsid w:val="00092CD5"/>
    <w:rsid w:val="000A1169"/>
    <w:rsid w:val="000C1804"/>
    <w:rsid w:val="000C68C8"/>
    <w:rsid w:val="000D305E"/>
    <w:rsid w:val="000D4C76"/>
    <w:rsid w:val="000E298D"/>
    <w:rsid w:val="001150B5"/>
    <w:rsid w:val="001323A0"/>
    <w:rsid w:val="00135859"/>
    <w:rsid w:val="00135F88"/>
    <w:rsid w:val="001442A4"/>
    <w:rsid w:val="00144FF6"/>
    <w:rsid w:val="001673F4"/>
    <w:rsid w:val="0019038B"/>
    <w:rsid w:val="001A34DC"/>
    <w:rsid w:val="001B6CC4"/>
    <w:rsid w:val="001D0232"/>
    <w:rsid w:val="001E6C1D"/>
    <w:rsid w:val="001F7921"/>
    <w:rsid w:val="00210854"/>
    <w:rsid w:val="002126D7"/>
    <w:rsid w:val="00214A1F"/>
    <w:rsid w:val="00214D8F"/>
    <w:rsid w:val="002570EC"/>
    <w:rsid w:val="00282C12"/>
    <w:rsid w:val="00286BC0"/>
    <w:rsid w:val="002B1005"/>
    <w:rsid w:val="002B7248"/>
    <w:rsid w:val="002D4390"/>
    <w:rsid w:val="002F3BB2"/>
    <w:rsid w:val="002F7B1E"/>
    <w:rsid w:val="00312551"/>
    <w:rsid w:val="00312E4E"/>
    <w:rsid w:val="00314EA7"/>
    <w:rsid w:val="003305A7"/>
    <w:rsid w:val="00342153"/>
    <w:rsid w:val="003625E9"/>
    <w:rsid w:val="00374F90"/>
    <w:rsid w:val="00375196"/>
    <w:rsid w:val="003C2DCA"/>
    <w:rsid w:val="003C40C7"/>
    <w:rsid w:val="003F2F51"/>
    <w:rsid w:val="00404CEE"/>
    <w:rsid w:val="00407A9F"/>
    <w:rsid w:val="00414BB5"/>
    <w:rsid w:val="004206FE"/>
    <w:rsid w:val="00457464"/>
    <w:rsid w:val="00470750"/>
    <w:rsid w:val="00471454"/>
    <w:rsid w:val="00493F3D"/>
    <w:rsid w:val="004A64F1"/>
    <w:rsid w:val="004B10DE"/>
    <w:rsid w:val="004C255D"/>
    <w:rsid w:val="004C2BB9"/>
    <w:rsid w:val="004C7984"/>
    <w:rsid w:val="004D430F"/>
    <w:rsid w:val="004E62DC"/>
    <w:rsid w:val="004E6EF5"/>
    <w:rsid w:val="004F1D3E"/>
    <w:rsid w:val="005160CC"/>
    <w:rsid w:val="00561618"/>
    <w:rsid w:val="005A4513"/>
    <w:rsid w:val="005D18C2"/>
    <w:rsid w:val="00601C23"/>
    <w:rsid w:val="0060439E"/>
    <w:rsid w:val="00616909"/>
    <w:rsid w:val="00633D46"/>
    <w:rsid w:val="006347F6"/>
    <w:rsid w:val="0064027C"/>
    <w:rsid w:val="006512CC"/>
    <w:rsid w:val="00657095"/>
    <w:rsid w:val="00662E76"/>
    <w:rsid w:val="0068318A"/>
    <w:rsid w:val="006B1934"/>
    <w:rsid w:val="006C6D51"/>
    <w:rsid w:val="006E2614"/>
    <w:rsid w:val="006E37BC"/>
    <w:rsid w:val="0070232D"/>
    <w:rsid w:val="0072531D"/>
    <w:rsid w:val="00760EAF"/>
    <w:rsid w:val="00764106"/>
    <w:rsid w:val="00764A8A"/>
    <w:rsid w:val="007718D7"/>
    <w:rsid w:val="007A1265"/>
    <w:rsid w:val="007A2AA6"/>
    <w:rsid w:val="007B3545"/>
    <w:rsid w:val="007D0C79"/>
    <w:rsid w:val="007F6151"/>
    <w:rsid w:val="00802B72"/>
    <w:rsid w:val="00815F0F"/>
    <w:rsid w:val="00833033"/>
    <w:rsid w:val="008337E6"/>
    <w:rsid w:val="00836022"/>
    <w:rsid w:val="008577A3"/>
    <w:rsid w:val="00882096"/>
    <w:rsid w:val="00882C39"/>
    <w:rsid w:val="0089120C"/>
    <w:rsid w:val="008A2BA9"/>
    <w:rsid w:val="008C0BBE"/>
    <w:rsid w:val="008C78B1"/>
    <w:rsid w:val="008C7C38"/>
    <w:rsid w:val="008F1198"/>
    <w:rsid w:val="0094121B"/>
    <w:rsid w:val="00945744"/>
    <w:rsid w:val="00951118"/>
    <w:rsid w:val="0096009E"/>
    <w:rsid w:val="009632F5"/>
    <w:rsid w:val="00974836"/>
    <w:rsid w:val="009807B9"/>
    <w:rsid w:val="009941F5"/>
    <w:rsid w:val="00995757"/>
    <w:rsid w:val="00995953"/>
    <w:rsid w:val="00996187"/>
    <w:rsid w:val="009A1110"/>
    <w:rsid w:val="009A540B"/>
    <w:rsid w:val="009B0173"/>
    <w:rsid w:val="009B18DB"/>
    <w:rsid w:val="009B4BFA"/>
    <w:rsid w:val="009C0BA2"/>
    <w:rsid w:val="009C4B08"/>
    <w:rsid w:val="00A074CB"/>
    <w:rsid w:val="00A131B0"/>
    <w:rsid w:val="00A42F1A"/>
    <w:rsid w:val="00A45A1A"/>
    <w:rsid w:val="00A600FD"/>
    <w:rsid w:val="00A70C14"/>
    <w:rsid w:val="00A721AC"/>
    <w:rsid w:val="00A81366"/>
    <w:rsid w:val="00A84839"/>
    <w:rsid w:val="00A86245"/>
    <w:rsid w:val="00A93224"/>
    <w:rsid w:val="00A95789"/>
    <w:rsid w:val="00AA0DB4"/>
    <w:rsid w:val="00AC001B"/>
    <w:rsid w:val="00AE5318"/>
    <w:rsid w:val="00AF4C43"/>
    <w:rsid w:val="00AF7468"/>
    <w:rsid w:val="00B00F89"/>
    <w:rsid w:val="00B04E1D"/>
    <w:rsid w:val="00B100F0"/>
    <w:rsid w:val="00B54030"/>
    <w:rsid w:val="00B63B3C"/>
    <w:rsid w:val="00B812D1"/>
    <w:rsid w:val="00B828B4"/>
    <w:rsid w:val="00BA124B"/>
    <w:rsid w:val="00BA65FF"/>
    <w:rsid w:val="00BC19BD"/>
    <w:rsid w:val="00BE00F6"/>
    <w:rsid w:val="00BE5E06"/>
    <w:rsid w:val="00BF39E6"/>
    <w:rsid w:val="00BF4D10"/>
    <w:rsid w:val="00C11537"/>
    <w:rsid w:val="00C2170F"/>
    <w:rsid w:val="00C24633"/>
    <w:rsid w:val="00C34623"/>
    <w:rsid w:val="00C37450"/>
    <w:rsid w:val="00C470E2"/>
    <w:rsid w:val="00C55E8A"/>
    <w:rsid w:val="00C602A4"/>
    <w:rsid w:val="00C7327B"/>
    <w:rsid w:val="00C83D11"/>
    <w:rsid w:val="00C94AFD"/>
    <w:rsid w:val="00C95E71"/>
    <w:rsid w:val="00CA4265"/>
    <w:rsid w:val="00CA5376"/>
    <w:rsid w:val="00CC2FCD"/>
    <w:rsid w:val="00D053B0"/>
    <w:rsid w:val="00D1192E"/>
    <w:rsid w:val="00D57C56"/>
    <w:rsid w:val="00D57DAF"/>
    <w:rsid w:val="00D97D94"/>
    <w:rsid w:val="00DA068F"/>
    <w:rsid w:val="00DA2100"/>
    <w:rsid w:val="00DC06B1"/>
    <w:rsid w:val="00DE5DD6"/>
    <w:rsid w:val="00DF1CD7"/>
    <w:rsid w:val="00E238A7"/>
    <w:rsid w:val="00E41781"/>
    <w:rsid w:val="00E464A6"/>
    <w:rsid w:val="00E710FB"/>
    <w:rsid w:val="00E73487"/>
    <w:rsid w:val="00E81DBF"/>
    <w:rsid w:val="00EA7D71"/>
    <w:rsid w:val="00EB5A60"/>
    <w:rsid w:val="00EC2D9A"/>
    <w:rsid w:val="00ED0307"/>
    <w:rsid w:val="00F03223"/>
    <w:rsid w:val="00F325A0"/>
    <w:rsid w:val="00F40A0C"/>
    <w:rsid w:val="00F42920"/>
    <w:rsid w:val="00F429BA"/>
    <w:rsid w:val="00F46D8F"/>
    <w:rsid w:val="00F47D0F"/>
    <w:rsid w:val="00FA5237"/>
    <w:rsid w:val="00FB46AB"/>
    <w:rsid w:val="00FC5DB6"/>
    <w:rsid w:val="00F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659F"/>
  <w15:docId w15:val="{BBC1A738-18DA-4EDD-8D6B-A9B196EF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40C7"/>
    <w:pPr>
      <w:ind w:firstLine="709"/>
      <w:jc w:val="both"/>
    </w:pPr>
    <w:rPr>
      <w:rFonts w:ascii="Arial" w:hAnsi="Arial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3C40C7"/>
    <w:pPr>
      <w:tabs>
        <w:tab w:val="center" w:pos="4252"/>
        <w:tab w:val="right" w:pos="8504"/>
      </w:tabs>
      <w:ind w:firstLine="0"/>
      <w:jc w:val="center"/>
    </w:pPr>
    <w:rPr>
      <w:rFonts w:eastAsia="Times New Roman"/>
      <w:szCs w:val="24"/>
      <w:lang w:eastAsia="pt-PT"/>
    </w:rPr>
  </w:style>
  <w:style w:type="character" w:customStyle="1" w:styleId="CabealhoCarter">
    <w:name w:val="Cabeçalho Caráter"/>
    <w:link w:val="Cabealho"/>
    <w:rsid w:val="003C40C7"/>
    <w:rPr>
      <w:rFonts w:ascii="Arial" w:eastAsia="Times New Roman" w:hAnsi="Arial" w:cs="Times New Roman"/>
      <w:sz w:val="20"/>
      <w:szCs w:val="24"/>
      <w:lang w:eastAsia="pt-PT"/>
    </w:rPr>
  </w:style>
  <w:style w:type="paragraph" w:styleId="PargrafodaLista">
    <w:name w:val="List Paragraph"/>
    <w:basedOn w:val="Normal"/>
    <w:uiPriority w:val="34"/>
    <w:qFormat/>
    <w:rsid w:val="00995757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1673F4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673F4"/>
    <w:rPr>
      <w:rFonts w:ascii="Tahoma" w:hAnsi="Tahoma" w:cs="Tahoma"/>
      <w:sz w:val="16"/>
      <w:szCs w:val="16"/>
      <w:lang w:eastAsia="en-US"/>
    </w:rPr>
  </w:style>
  <w:style w:type="table" w:styleId="TabelacomGrelha">
    <w:name w:val="Table Grid"/>
    <w:basedOn w:val="Tabelanormal"/>
    <w:uiPriority w:val="59"/>
    <w:rsid w:val="0028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28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8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91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4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4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26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3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3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8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88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61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8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1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2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8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7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1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3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2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3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57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48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8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3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8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1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17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7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40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58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35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69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7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12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14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5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ocuments\Box%20Sync\AnosLetivos\varios\modelo_v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415B0-59F1-46DB-8773-C1434279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modelo_v</Template>
  <TotalTime>315</TotalTime>
  <Pages>1</Pages>
  <Words>214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EBSLP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cp:lastModifiedBy>Biblioteca</cp:lastModifiedBy>
  <cp:revision>27</cp:revision>
  <cp:lastPrinted>2024-05-17T11:54:00Z</cp:lastPrinted>
  <dcterms:created xsi:type="dcterms:W3CDTF">2019-05-06T09:55:00Z</dcterms:created>
  <dcterms:modified xsi:type="dcterms:W3CDTF">2025-07-14T10:55:00Z</dcterms:modified>
</cp:coreProperties>
</file>